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2325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543498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543498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The 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>
          <w:bookmarkStart w:id="0" w:name="_GoBack"/>
          <w:bookmarkEnd w:id="0"/>
        </w:p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62A92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BB7E0A">
      <w:r>
        <w:br w:type="page"/>
      </w:r>
      <w:r w:rsidR="00BB7E0A" w:rsidRPr="00BB7E0A">
        <w:lastRenderedPageBreak/>
        <w:t>[[AXURE CONTENT]]</w:t>
      </w:r>
    </w:p>
    <w:sectPr w:rsidR="004144D0" w:rsidSect="007938BA">
      <w:headerReference w:type="default" r:id="rId10"/>
      <w:footerReference w:type="default" r:id="rId11"/>
      <w:type w:val="continuous"/>
      <w:pgSz w:w="24480" w:h="15840" w:orient="landscape" w:code="3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9B9" w:rsidRDefault="00F959B9" w:rsidP="00093BE1">
      <w:pPr>
        <w:spacing w:before="0" w:after="0"/>
      </w:pPr>
      <w:r>
        <w:separator/>
      </w:r>
    </w:p>
  </w:endnote>
  <w:endnote w:type="continuationSeparator" w:id="0">
    <w:p w:rsidR="00F959B9" w:rsidRDefault="00F959B9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10298"/>
      <w:gridCol w:w="2660"/>
      <w:gridCol w:w="10298"/>
    </w:tblGrid>
    <w:tr w:rsidR="004852C3" w:rsidTr="00C4582B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543498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C4582B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9B9" w:rsidRDefault="00F959B9" w:rsidP="00093BE1">
      <w:pPr>
        <w:spacing w:before="0" w:after="0"/>
      </w:pPr>
      <w:r>
        <w:separator/>
      </w:r>
    </w:p>
  </w:footnote>
  <w:footnote w:type="continuationSeparator" w:id="0">
    <w:p w:rsidR="00F959B9" w:rsidRDefault="00F959B9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23256"/>
    </w:tblGrid>
    <w:tr w:rsidR="00557485" w:rsidRPr="003E5A01" w:rsidTr="00215503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543498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B30D7"/>
    <w:rsid w:val="000C07F5"/>
    <w:rsid w:val="000C1D1F"/>
    <w:rsid w:val="000E72B0"/>
    <w:rsid w:val="00117A19"/>
    <w:rsid w:val="001204D0"/>
    <w:rsid w:val="0013113E"/>
    <w:rsid w:val="0014359B"/>
    <w:rsid w:val="001672E3"/>
    <w:rsid w:val="001B3AFE"/>
    <w:rsid w:val="001C5100"/>
    <w:rsid w:val="001F06B5"/>
    <w:rsid w:val="00212884"/>
    <w:rsid w:val="00215503"/>
    <w:rsid w:val="0021768A"/>
    <w:rsid w:val="00221722"/>
    <w:rsid w:val="0023791B"/>
    <w:rsid w:val="00257AD2"/>
    <w:rsid w:val="0028301E"/>
    <w:rsid w:val="00297DB6"/>
    <w:rsid w:val="002C29B9"/>
    <w:rsid w:val="002C512F"/>
    <w:rsid w:val="002C732B"/>
    <w:rsid w:val="00360CB9"/>
    <w:rsid w:val="003734C9"/>
    <w:rsid w:val="00377999"/>
    <w:rsid w:val="00390C6C"/>
    <w:rsid w:val="00395368"/>
    <w:rsid w:val="003A0EE9"/>
    <w:rsid w:val="003E5A01"/>
    <w:rsid w:val="003E6F8C"/>
    <w:rsid w:val="004144D0"/>
    <w:rsid w:val="00473CA9"/>
    <w:rsid w:val="004852C3"/>
    <w:rsid w:val="004918E0"/>
    <w:rsid w:val="004A0066"/>
    <w:rsid w:val="004A1967"/>
    <w:rsid w:val="004B3D7A"/>
    <w:rsid w:val="004C1052"/>
    <w:rsid w:val="004C1B23"/>
    <w:rsid w:val="004D04E9"/>
    <w:rsid w:val="004E2855"/>
    <w:rsid w:val="004F3FB3"/>
    <w:rsid w:val="005164E1"/>
    <w:rsid w:val="00526A97"/>
    <w:rsid w:val="00543498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38BA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30E1B"/>
    <w:rsid w:val="0095118F"/>
    <w:rsid w:val="00953C09"/>
    <w:rsid w:val="009F6624"/>
    <w:rsid w:val="00A652FC"/>
    <w:rsid w:val="00A67C9A"/>
    <w:rsid w:val="00AA7145"/>
    <w:rsid w:val="00AC49FE"/>
    <w:rsid w:val="00B007A7"/>
    <w:rsid w:val="00B14927"/>
    <w:rsid w:val="00B44158"/>
    <w:rsid w:val="00B77DA9"/>
    <w:rsid w:val="00BB4EDF"/>
    <w:rsid w:val="00BB7E0A"/>
    <w:rsid w:val="00BE24BC"/>
    <w:rsid w:val="00BF3858"/>
    <w:rsid w:val="00BF5069"/>
    <w:rsid w:val="00C3790F"/>
    <w:rsid w:val="00C4582B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97A42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959B9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1F06B5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  <w:docPart>
      <w:docPartPr>
        <w:name w:val="890FD3A9714F4A5CA001A4488C73E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1B450-165C-44FC-B5A9-57E62875B6AD}"/>
      </w:docPartPr>
      <w:docPartBody>
        <w:p w:rsidR="00EF7266" w:rsidRDefault="00EF7266" w:rsidP="00EF7266">
          <w:pPr>
            <w:pStyle w:val="890FD3A9714F4A5CA001A4488C73EB1D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6B709E"/>
    <w:rsid w:val="009D3071"/>
    <w:rsid w:val="00D1545A"/>
    <w:rsid w:val="00EF7266"/>
    <w:rsid w:val="00FB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FD8DCB-929B-4AED-B1E2-F622FB3C2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2010-09-03T21:50:00Z</dcterms:created>
  <dcterms:modified xsi:type="dcterms:W3CDTF">2014-07-07T22:33:00Z</dcterms:modified>
</cp:coreProperties>
</file>