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3893" w:rsidRDefault="00803893" w:rsidP="00C36CB0">
      <w:pPr>
        <w:pStyle w:val="a9"/>
        <w:spacing w:line="360" w:lineRule="auto"/>
        <w:rPr>
          <w:noProof/>
        </w:rPr>
      </w:pPr>
      <w:r>
        <w:rPr>
          <w:rFonts w:hint="eastAsia"/>
          <w:noProof/>
        </w:rPr>
        <w:t>关于</w:t>
      </w:r>
      <w:r>
        <w:rPr>
          <w:rFonts w:hint="eastAsia"/>
          <w:noProof/>
        </w:rPr>
        <w:t>360</w:t>
      </w:r>
      <w:r>
        <w:rPr>
          <w:rFonts w:hint="eastAsia"/>
          <w:noProof/>
        </w:rPr>
        <w:t>杀毒软件的设置</w:t>
      </w:r>
    </w:p>
    <w:p w:rsidR="00803893" w:rsidRDefault="00803893" w:rsidP="00C36CB0">
      <w:pPr>
        <w:spacing w:line="360" w:lineRule="auto"/>
        <w:rPr>
          <w:noProof/>
        </w:rPr>
      </w:pPr>
    </w:p>
    <w:p w:rsidR="00803893" w:rsidRDefault="00803893" w:rsidP="00C36CB0">
      <w:pPr>
        <w:spacing w:line="360" w:lineRule="auto"/>
        <w:ind w:firstLineChars="200" w:firstLine="420"/>
        <w:rPr>
          <w:noProof/>
        </w:rPr>
      </w:pPr>
      <w:r>
        <w:rPr>
          <w:rFonts w:hint="eastAsia"/>
          <w:noProof/>
        </w:rPr>
        <w:t>360</w:t>
      </w:r>
      <w:r>
        <w:rPr>
          <w:rFonts w:hint="eastAsia"/>
          <w:noProof/>
        </w:rPr>
        <w:t>杀毒软件是目前国内用的比较多的杀毒软件，不过该软件的误杀误报率一直很高，尤其是对于宏病毒的查杀更是如此，我们检测过，凡是有宏的文件，</w:t>
      </w:r>
      <w:r>
        <w:rPr>
          <w:rFonts w:hint="eastAsia"/>
          <w:noProof/>
        </w:rPr>
        <w:t>360</w:t>
      </w:r>
      <w:r>
        <w:rPr>
          <w:rFonts w:hint="eastAsia"/>
          <w:noProof/>
        </w:rPr>
        <w:t>一律当成病毒文件予以查杀，进而对正常软件的运行产生不小的影响！</w:t>
      </w:r>
      <w:r>
        <w:rPr>
          <w:rFonts w:hint="eastAsia"/>
          <w:noProof/>
        </w:rPr>
        <w:t xml:space="preserve"> </w:t>
      </w:r>
    </w:p>
    <w:p w:rsidR="00803893" w:rsidRDefault="00803893" w:rsidP="00C36CB0">
      <w:pPr>
        <w:spacing w:line="360" w:lineRule="auto"/>
        <w:ind w:firstLineChars="200" w:firstLine="420"/>
        <w:rPr>
          <w:noProof/>
        </w:rPr>
      </w:pPr>
      <w:r>
        <w:rPr>
          <w:rFonts w:hint="eastAsia"/>
          <w:noProof/>
        </w:rPr>
        <w:t>什么是宏？宏是微软</w:t>
      </w:r>
      <w:r>
        <w:rPr>
          <w:rFonts w:hint="eastAsia"/>
          <w:noProof/>
        </w:rPr>
        <w:t>Office</w:t>
      </w:r>
      <w:r>
        <w:rPr>
          <w:rFonts w:hint="eastAsia"/>
          <w:noProof/>
        </w:rPr>
        <w:t>附带的一套内嵌编程系统，用宏功能可以高效地与</w:t>
      </w:r>
      <w:r>
        <w:rPr>
          <w:rFonts w:hint="eastAsia"/>
          <w:noProof/>
        </w:rPr>
        <w:t>Office</w:t>
      </w:r>
      <w:r>
        <w:rPr>
          <w:rFonts w:hint="eastAsia"/>
          <w:noProof/>
        </w:rPr>
        <w:t>通讯，实现操控</w:t>
      </w:r>
      <w:r>
        <w:rPr>
          <w:rFonts w:hint="eastAsia"/>
          <w:noProof/>
        </w:rPr>
        <w:t>Office</w:t>
      </w:r>
      <w:r>
        <w:rPr>
          <w:rFonts w:hint="eastAsia"/>
          <w:noProof/>
        </w:rPr>
        <w:t>的功能，不过，事物总是两面的，提供强大功能的同时，宏功能也可能被某些人利用来开发病毒，即宏病毒。</w:t>
      </w:r>
    </w:p>
    <w:p w:rsidR="00803893" w:rsidRDefault="00803893" w:rsidP="00C36CB0">
      <w:pPr>
        <w:spacing w:line="360" w:lineRule="auto"/>
        <w:ind w:firstLineChars="200" w:firstLine="420"/>
        <w:rPr>
          <w:noProof/>
        </w:rPr>
      </w:pPr>
      <w:r>
        <w:rPr>
          <w:rFonts w:hint="eastAsia"/>
          <w:noProof/>
        </w:rPr>
        <w:t>如果正常的软件被杀毒软件误杀，一种情况是找不到模板文件（扩展名为</w:t>
      </w:r>
      <w:r>
        <w:rPr>
          <w:rFonts w:hint="eastAsia"/>
          <w:noProof/>
        </w:rPr>
        <w:t>dot</w:t>
      </w:r>
      <w:r>
        <w:rPr>
          <w:rFonts w:hint="eastAsia"/>
          <w:noProof/>
        </w:rPr>
        <w:t>格式的文件，比如化学金排，找不到</w:t>
      </w:r>
      <w:r>
        <w:rPr>
          <w:rFonts w:hint="eastAsia"/>
          <w:noProof/>
        </w:rPr>
        <w:t>hxjp.dot</w:t>
      </w:r>
      <w:r>
        <w:rPr>
          <w:rFonts w:hint="eastAsia"/>
          <w:noProof/>
        </w:rPr>
        <w:t>），还有一种情况是，模板文件还在，但是里面的宏功能被破坏掉了，因此软件也就不能正常使用了！</w:t>
      </w:r>
    </w:p>
    <w:p w:rsidR="00A04682" w:rsidRDefault="00A04682" w:rsidP="00C36CB0">
      <w:pPr>
        <w:spacing w:line="360" w:lineRule="auto"/>
        <w:ind w:firstLineChars="200" w:firstLine="420"/>
        <w:rPr>
          <w:noProof/>
        </w:rPr>
      </w:pPr>
      <w:r>
        <w:rPr>
          <w:rFonts w:hint="eastAsia"/>
          <w:noProof/>
        </w:rPr>
        <w:t>如果您的金排系列软件不能正常使用，比如提示</w:t>
      </w:r>
      <w:r>
        <w:rPr>
          <w:rFonts w:hint="eastAsia"/>
          <w:noProof/>
        </w:rPr>
        <w:t>438</w:t>
      </w:r>
      <w:r>
        <w:rPr>
          <w:rFonts w:hint="eastAsia"/>
          <w:noProof/>
        </w:rPr>
        <w:t>错误，请卸载金排软件，然后按下面的方法设置</w:t>
      </w:r>
      <w:r>
        <w:rPr>
          <w:rFonts w:hint="eastAsia"/>
          <w:noProof/>
        </w:rPr>
        <w:t>360</w:t>
      </w:r>
      <w:r>
        <w:rPr>
          <w:rFonts w:hint="eastAsia"/>
          <w:noProof/>
        </w:rPr>
        <w:t>杀毒，然后重新安装软件到另一个文件夹下即可！</w:t>
      </w:r>
    </w:p>
    <w:p w:rsidR="00A04682" w:rsidRDefault="00A04682" w:rsidP="00C36CB0">
      <w:pPr>
        <w:spacing w:line="360" w:lineRule="auto"/>
        <w:ind w:firstLineChars="200" w:firstLine="420"/>
        <w:rPr>
          <w:noProof/>
        </w:rPr>
      </w:pPr>
    </w:p>
    <w:p w:rsidR="00803893" w:rsidRDefault="00A04682" w:rsidP="00C36CB0">
      <w:pPr>
        <w:spacing w:line="360" w:lineRule="auto"/>
        <w:ind w:firstLineChars="200" w:firstLine="420"/>
        <w:rPr>
          <w:noProof/>
        </w:rPr>
      </w:pPr>
      <w:r>
        <w:rPr>
          <w:rFonts w:hint="eastAsia"/>
          <w:noProof/>
        </w:rPr>
        <w:t>一、打开</w:t>
      </w:r>
      <w:r>
        <w:rPr>
          <w:rFonts w:hint="eastAsia"/>
          <w:noProof/>
        </w:rPr>
        <w:t>360</w:t>
      </w:r>
      <w:r>
        <w:rPr>
          <w:rFonts w:hint="eastAsia"/>
          <w:noProof/>
        </w:rPr>
        <w:t>杀毒软件，点设置</w:t>
      </w:r>
    </w:p>
    <w:p w:rsidR="00A04682" w:rsidRDefault="00C36CB0" w:rsidP="00C36CB0">
      <w:pPr>
        <w:spacing w:line="360" w:lineRule="auto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4137660</wp:posOffset>
                </wp:positionH>
                <wp:positionV relativeFrom="paragraph">
                  <wp:posOffset>-91440</wp:posOffset>
                </wp:positionV>
                <wp:extent cx="381000" cy="390525"/>
                <wp:effectExtent l="0" t="0" r="0" b="0"/>
                <wp:wrapNone/>
                <wp:docPr id="10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390525"/>
                        </a:xfrm>
                        <a:prstGeom prst="ellipse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16A0524" id="Oval 3" o:spid="_x0000_s1026" style="position:absolute;left:0;text-align:left;margin-left:325.8pt;margin-top:-7.2pt;width:30pt;height:3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" filled="f" strokecolor="red" strokeweight="2.25pt"/>
            </w:pict>
          </mc:Fallback>
        </mc:AlternateContent>
      </w:r>
      <w:r>
        <w:rPr>
          <w:noProof/>
        </w:rPr>
        <w:drawing>
          <wp:inline distT="0" distB="0" distL="0" distR="0">
            <wp:extent cx="5486400" cy="3752850"/>
            <wp:effectExtent l="0" t="0" r="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75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4682" w:rsidRDefault="00A04682" w:rsidP="00C36CB0">
      <w:pPr>
        <w:spacing w:line="360" w:lineRule="auto"/>
        <w:rPr>
          <w:noProof/>
        </w:rPr>
      </w:pPr>
      <w:r>
        <w:rPr>
          <w:rFonts w:hint="eastAsia"/>
          <w:noProof/>
        </w:rPr>
        <w:t>二、设置提示方式</w:t>
      </w:r>
    </w:p>
    <w:p w:rsidR="00C36CB0" w:rsidRDefault="00C36CB0" w:rsidP="00C36CB0">
      <w:pPr>
        <w:spacing w:line="360" w:lineRule="auto"/>
        <w:rPr>
          <w:noProof/>
        </w:rPr>
      </w:pPr>
      <w:r>
        <w:rPr>
          <w:rFonts w:hint="eastAsia"/>
          <w:noProof/>
        </w:rPr>
        <w:t xml:space="preserve">    </w:t>
      </w:r>
      <w:r>
        <w:rPr>
          <w:rFonts w:hint="eastAsia"/>
          <w:noProof/>
        </w:rPr>
        <w:t>当发现可疑程序时不是直接删除，而是提示用户，这样当杀毒软件提示</w:t>
      </w:r>
      <w:r>
        <w:rPr>
          <w:rFonts w:hint="eastAsia"/>
          <w:noProof/>
        </w:rPr>
        <w:t>hxjp.dot,jptkpro.dot</w:t>
      </w:r>
      <w:r>
        <w:rPr>
          <w:rFonts w:hint="eastAsia"/>
          <w:noProof/>
        </w:rPr>
        <w:t>有风险时，一定要选择信任，系统以后就不再出现该提示了！</w:t>
      </w:r>
    </w:p>
    <w:p w:rsidR="00A04682" w:rsidRDefault="00C36CB0" w:rsidP="00C36CB0">
      <w:pPr>
        <w:spacing w:line="360" w:lineRule="auto"/>
        <w:rPr>
          <w:noProof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1099185</wp:posOffset>
                </wp:positionH>
                <wp:positionV relativeFrom="paragraph">
                  <wp:posOffset>1564005</wp:posOffset>
                </wp:positionV>
                <wp:extent cx="1485900" cy="981075"/>
                <wp:effectExtent l="0" t="0" r="0" b="0"/>
                <wp:wrapNone/>
                <wp:docPr id="8" name="Ova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981075"/>
                        </a:xfrm>
                        <a:prstGeom prst="ellipse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6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DA5B021" id="Oval 8" o:spid="_x0000_s1026" style="position:absolute;left:0;text-align:left;margin-left:86.55pt;margin-top:123.15pt;width:117pt;height:7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" filled="f" fillcolor="#f79646 [3209]" strokecolor="red" strokeweight="3pt">
                <v:shadow on="t" color="#974706 [1609]" opacity=".5" offset="1pt"/>
              </v:oval>
            </w:pict>
          </mc:Fallback>
        </mc:AlternateContent>
      </w:r>
      <w:r>
        <w:rPr>
          <w:noProof/>
        </w:rPr>
        <w:drawing>
          <wp:inline distT="0" distB="0" distL="0" distR="0">
            <wp:extent cx="5486400" cy="3914775"/>
            <wp:effectExtent l="0" t="0" r="0" b="9525"/>
            <wp:docPr id="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91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4682" w:rsidRDefault="00A04682" w:rsidP="00C36CB0">
      <w:pPr>
        <w:spacing w:line="360" w:lineRule="auto"/>
        <w:rPr>
          <w:noProof/>
        </w:rPr>
      </w:pPr>
      <w:r>
        <w:rPr>
          <w:rFonts w:hint="eastAsia"/>
          <w:noProof/>
        </w:rPr>
        <w:t>三、添加信任文件或信任目录或者设置文件扩展名白名单</w:t>
      </w:r>
    </w:p>
    <w:p w:rsidR="00A04682" w:rsidRDefault="00A04682" w:rsidP="00C36CB0">
      <w:pPr>
        <w:spacing w:line="360" w:lineRule="auto"/>
        <w:ind w:firstLineChars="200" w:firstLine="420"/>
        <w:rPr>
          <w:noProof/>
        </w:rPr>
      </w:pPr>
      <w:r>
        <w:rPr>
          <w:rFonts w:hint="eastAsia"/>
          <w:noProof/>
        </w:rPr>
        <w:t>化学金排的模板文件是</w:t>
      </w:r>
      <w:r>
        <w:rPr>
          <w:rFonts w:hint="eastAsia"/>
          <w:noProof/>
        </w:rPr>
        <w:t>hxjp.dot</w:t>
      </w:r>
      <w:r>
        <w:rPr>
          <w:rFonts w:hint="eastAsia"/>
          <w:noProof/>
        </w:rPr>
        <w:t>文件，将此文件添加到白名单，以后杀毒软件就不检测该文件了！也就不会影响软件的正常使用了，同样的金排题库系统的模板文件是</w:t>
      </w:r>
      <w:r>
        <w:rPr>
          <w:rFonts w:hint="eastAsia"/>
          <w:noProof/>
        </w:rPr>
        <w:t>jptkpro.dot,</w:t>
      </w:r>
      <w:r>
        <w:rPr>
          <w:rFonts w:hint="eastAsia"/>
          <w:noProof/>
        </w:rPr>
        <w:t>其他金排软件模板文件的扩展名也都是</w:t>
      </w:r>
      <w:r>
        <w:rPr>
          <w:rFonts w:hint="eastAsia"/>
          <w:noProof/>
        </w:rPr>
        <w:t>.dot</w:t>
      </w:r>
      <w:r>
        <w:rPr>
          <w:rFonts w:hint="eastAsia"/>
          <w:noProof/>
        </w:rPr>
        <w:t>，根据需要添加即可！</w:t>
      </w:r>
    </w:p>
    <w:p w:rsidR="00A04682" w:rsidRPr="00A04682" w:rsidRDefault="00A04682" w:rsidP="00C36CB0">
      <w:pPr>
        <w:spacing w:line="360" w:lineRule="auto"/>
        <w:ind w:firstLineChars="200" w:firstLine="420"/>
        <w:rPr>
          <w:noProof/>
        </w:rPr>
      </w:pPr>
      <w:r>
        <w:rPr>
          <w:rFonts w:hint="eastAsia"/>
          <w:noProof/>
        </w:rPr>
        <w:t>也可以按扩展名添加，告诉</w:t>
      </w:r>
      <w:r>
        <w:rPr>
          <w:rFonts w:hint="eastAsia"/>
          <w:noProof/>
        </w:rPr>
        <w:t>360</w:t>
      </w:r>
      <w:r>
        <w:rPr>
          <w:rFonts w:hint="eastAsia"/>
          <w:noProof/>
        </w:rPr>
        <w:t>凡是</w:t>
      </w:r>
      <w:r>
        <w:rPr>
          <w:rFonts w:hint="eastAsia"/>
          <w:noProof/>
        </w:rPr>
        <w:t>.dot</w:t>
      </w:r>
      <w:r>
        <w:rPr>
          <w:rFonts w:hint="eastAsia"/>
          <w:noProof/>
        </w:rPr>
        <w:t>文件都不用检测，这样做其实风险也不大，因为宏病毒一般是寄生在</w:t>
      </w:r>
      <w:r>
        <w:rPr>
          <w:rFonts w:hint="eastAsia"/>
          <w:noProof/>
        </w:rPr>
        <w:t>word</w:t>
      </w:r>
      <w:r>
        <w:rPr>
          <w:rFonts w:hint="eastAsia"/>
          <w:noProof/>
        </w:rPr>
        <w:t>文档中，扩展名是</w:t>
      </w:r>
      <w:r>
        <w:rPr>
          <w:rFonts w:hint="eastAsia"/>
          <w:noProof/>
        </w:rPr>
        <w:t xml:space="preserve">.doc </w:t>
      </w:r>
      <w:r>
        <w:rPr>
          <w:rFonts w:hint="eastAsia"/>
          <w:noProof/>
        </w:rPr>
        <w:t>或</w:t>
      </w:r>
      <w:r>
        <w:rPr>
          <w:rFonts w:hint="eastAsia"/>
          <w:noProof/>
        </w:rPr>
        <w:t xml:space="preserve">.docx </w:t>
      </w:r>
      <w:r w:rsidR="00C36CB0">
        <w:rPr>
          <w:rFonts w:hint="eastAsia"/>
          <w:noProof/>
        </w:rPr>
        <w:t>。</w:t>
      </w:r>
    </w:p>
    <w:p w:rsidR="009B3F19" w:rsidRDefault="00C36CB0" w:rsidP="00C36CB0">
      <w:pPr>
        <w:spacing w:line="360" w:lineRule="auto"/>
        <w:rPr>
          <w:noProof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2423160</wp:posOffset>
                </wp:positionH>
                <wp:positionV relativeFrom="paragraph">
                  <wp:posOffset>1108710</wp:posOffset>
                </wp:positionV>
                <wp:extent cx="590550" cy="523875"/>
                <wp:effectExtent l="0" t="0" r="0" b="0"/>
                <wp:wrapNone/>
                <wp:docPr id="7" name="Ova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0550" cy="523875"/>
                        </a:xfrm>
                        <a:prstGeom prst="ellipse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2639253" id="Oval 9" o:spid="_x0000_s1026" style="position:absolute;left:0;text-align:left;margin-left:190.8pt;margin-top:87.3pt;width:46.5pt;height:41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" filled="f" strokecolor="red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1308735</wp:posOffset>
                </wp:positionH>
                <wp:positionV relativeFrom="paragraph">
                  <wp:posOffset>2613660</wp:posOffset>
                </wp:positionV>
                <wp:extent cx="590550" cy="523875"/>
                <wp:effectExtent l="0" t="0" r="0" b="0"/>
                <wp:wrapNone/>
                <wp:docPr id="6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0550" cy="523875"/>
                        </a:xfrm>
                        <a:prstGeom prst="ellipse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ABC6B5F" id="Oval 6" o:spid="_x0000_s1026" style="position:absolute;left:0;text-align:left;margin-left:103.05pt;margin-top:205.8pt;width:46.5pt;height:4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" filled="f" strokecolor="red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4699635</wp:posOffset>
                </wp:positionH>
                <wp:positionV relativeFrom="paragraph">
                  <wp:posOffset>2480310</wp:posOffset>
                </wp:positionV>
                <wp:extent cx="590550" cy="523875"/>
                <wp:effectExtent l="0" t="0" r="0" b="0"/>
                <wp:wrapNone/>
                <wp:docPr id="5" name="Ova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0550" cy="523875"/>
                        </a:xfrm>
                        <a:prstGeom prst="ellipse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11F1F37" id="Oval 7" o:spid="_x0000_s1026" style="position:absolute;left:0;text-align:left;margin-left:370.05pt;margin-top:195.3pt;width:46.5pt;height:4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" filled="f" strokecolor="red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4699635</wp:posOffset>
                </wp:positionH>
                <wp:positionV relativeFrom="paragraph">
                  <wp:posOffset>689610</wp:posOffset>
                </wp:positionV>
                <wp:extent cx="590550" cy="523875"/>
                <wp:effectExtent l="0" t="0" r="0" b="0"/>
                <wp:wrapNone/>
                <wp:docPr id="4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0550" cy="523875"/>
                        </a:xfrm>
                        <a:prstGeom prst="ellipse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C4ABAD9" id="Oval 5" o:spid="_x0000_s1026" style="position:absolute;left:0;text-align:left;margin-left:370.05pt;margin-top:54.3pt;width:46.5pt;height:4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" filled="f" strokecolor="red" strokeweight="2.25pt"/>
            </w:pict>
          </mc:Fallback>
        </mc:AlternateContent>
      </w:r>
      <w:bookmarkStart w:id="0" w:name="_GoBack"/>
      <w:r>
        <w:rPr>
          <w:noProof/>
        </w:rPr>
        <w:drawing>
          <wp:inline distT="0" distB="0" distL="0" distR="0">
            <wp:extent cx="5486400" cy="4124325"/>
            <wp:effectExtent l="0" t="0" r="0" b="952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12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C36CB0" w:rsidRDefault="00C36CB0" w:rsidP="00C36CB0">
      <w:pPr>
        <w:spacing w:line="360" w:lineRule="auto"/>
        <w:rPr>
          <w:noProof/>
        </w:rPr>
      </w:pPr>
    </w:p>
    <w:p w:rsidR="00C36CB0" w:rsidRDefault="00C36CB0" w:rsidP="00C36CB0">
      <w:pPr>
        <w:spacing w:line="360" w:lineRule="auto"/>
        <w:rPr>
          <w:noProof/>
        </w:rPr>
      </w:pPr>
      <w:r>
        <w:rPr>
          <w:rFonts w:hint="eastAsia"/>
          <w:noProof/>
        </w:rPr>
        <w:t>如果这样设置，软件还不能正常使用，联系我们的客服</w:t>
      </w:r>
      <w:r>
        <w:rPr>
          <w:rFonts w:hint="eastAsia"/>
          <w:noProof/>
        </w:rPr>
        <w:t>QQ 64383002</w:t>
      </w:r>
      <w:r>
        <w:rPr>
          <w:rFonts w:hint="eastAsia"/>
          <w:noProof/>
        </w:rPr>
        <w:t>处理！</w:t>
      </w:r>
    </w:p>
    <w:p w:rsidR="00774BA1" w:rsidRDefault="00C36CB0" w:rsidP="00C36CB0">
      <w:pPr>
        <w:spacing w:line="360" w:lineRule="auto"/>
        <w:ind w:left="1160" w:hangingChars="550" w:hanging="1160"/>
        <w:rPr>
          <w:b/>
          <w:noProof/>
        </w:rPr>
      </w:pPr>
      <w:r w:rsidRPr="00C36CB0">
        <w:rPr>
          <w:rFonts w:hint="eastAsia"/>
          <w:b/>
          <w:noProof/>
        </w:rPr>
        <w:t>温馨提示：</w:t>
      </w:r>
    </w:p>
    <w:p w:rsidR="00774BA1" w:rsidRDefault="00774BA1" w:rsidP="00774BA1">
      <w:pPr>
        <w:spacing w:line="360" w:lineRule="auto"/>
        <w:ind w:leftChars="100" w:left="425" w:hangingChars="102" w:hanging="215"/>
        <w:rPr>
          <w:rFonts w:hint="eastAsia"/>
          <w:b/>
          <w:noProof/>
        </w:rPr>
      </w:pPr>
      <w:r>
        <w:rPr>
          <w:b/>
          <w:noProof/>
        </w:rPr>
        <w:t>1</w:t>
      </w:r>
      <w:r>
        <w:rPr>
          <w:rFonts w:hint="eastAsia"/>
          <w:b/>
          <w:noProof/>
        </w:rPr>
        <w:t>：</w:t>
      </w:r>
      <w:r>
        <w:rPr>
          <w:b/>
          <w:noProof/>
        </w:rPr>
        <w:t>如果软件</w:t>
      </w:r>
      <w:r>
        <w:rPr>
          <w:rFonts w:hint="eastAsia"/>
          <w:b/>
          <w:noProof/>
        </w:rPr>
        <w:t>已经</w:t>
      </w:r>
      <w:r>
        <w:rPr>
          <w:b/>
          <w:noProof/>
        </w:rPr>
        <w:t>被误杀，该</w:t>
      </w:r>
      <w:r>
        <w:rPr>
          <w:rFonts w:hint="eastAsia"/>
          <w:b/>
          <w:noProof/>
        </w:rPr>
        <w:t>如何</w:t>
      </w:r>
      <w:r>
        <w:rPr>
          <w:b/>
          <w:noProof/>
        </w:rPr>
        <w:t>解决？</w:t>
      </w:r>
      <w:r>
        <w:rPr>
          <w:rFonts w:hint="eastAsia"/>
          <w:b/>
          <w:noProof/>
        </w:rPr>
        <w:t>方法</w:t>
      </w:r>
      <w:r>
        <w:rPr>
          <w:b/>
          <w:noProof/>
        </w:rPr>
        <w:t>简单，先卸载金排软件，然后安装软件到另一个文件夹就可以了！</w:t>
      </w:r>
    </w:p>
    <w:p w:rsidR="00C36CB0" w:rsidRPr="00C36CB0" w:rsidRDefault="00774BA1" w:rsidP="00774BA1">
      <w:pPr>
        <w:spacing w:line="360" w:lineRule="auto"/>
        <w:ind w:leftChars="126" w:left="567" w:hangingChars="144" w:hanging="302"/>
        <w:rPr>
          <w:noProof/>
        </w:rPr>
      </w:pPr>
      <w:r>
        <w:rPr>
          <w:rFonts w:hint="eastAsia"/>
          <w:noProof/>
        </w:rPr>
        <w:t>2</w:t>
      </w:r>
      <w:r>
        <w:rPr>
          <w:rFonts w:hint="eastAsia"/>
          <w:b/>
          <w:noProof/>
        </w:rPr>
        <w:t>：</w:t>
      </w:r>
      <w:r w:rsidR="00C36CB0">
        <w:rPr>
          <w:rFonts w:hint="eastAsia"/>
          <w:noProof/>
        </w:rPr>
        <w:t>金排系列软件需要微软</w:t>
      </w:r>
      <w:r w:rsidR="00C36CB0">
        <w:rPr>
          <w:rFonts w:hint="eastAsia"/>
          <w:noProof/>
        </w:rPr>
        <w:t>Office</w:t>
      </w:r>
      <w:r w:rsidR="00C36CB0">
        <w:rPr>
          <w:rFonts w:hint="eastAsia"/>
          <w:noProof/>
        </w:rPr>
        <w:t>环境下使用，</w:t>
      </w:r>
      <w:r w:rsidR="00C36CB0">
        <w:rPr>
          <w:rFonts w:hint="eastAsia"/>
          <w:noProof/>
        </w:rPr>
        <w:t>WPS</w:t>
      </w:r>
      <w:r w:rsidR="00C36CB0">
        <w:rPr>
          <w:rFonts w:hint="eastAsia"/>
          <w:noProof/>
        </w:rPr>
        <w:t>是不支持的，微软的</w:t>
      </w:r>
      <w:r w:rsidR="00C36CB0">
        <w:rPr>
          <w:rFonts w:hint="eastAsia"/>
          <w:noProof/>
        </w:rPr>
        <w:t>Office</w:t>
      </w:r>
      <w:r w:rsidR="00C36CB0">
        <w:rPr>
          <w:rFonts w:hint="eastAsia"/>
          <w:noProof/>
        </w:rPr>
        <w:t>不能是精简版的，否则也不能正常使用！</w:t>
      </w:r>
    </w:p>
    <w:p w:rsidR="00C36CB0" w:rsidRPr="00C36CB0" w:rsidRDefault="00C36CB0" w:rsidP="00C36CB0">
      <w:pPr>
        <w:spacing w:line="360" w:lineRule="auto"/>
        <w:rPr>
          <w:szCs w:val="24"/>
        </w:rPr>
      </w:pPr>
    </w:p>
    <w:sectPr w:rsidR="00C36CB0" w:rsidRPr="00C36CB0" w:rsidSect="00874012">
      <w:footerReference w:type="even" r:id="rId10"/>
      <w:footerReference w:type="default" r:id="rId11"/>
      <w:pgSz w:w="11907" w:h="16840" w:code="9"/>
      <w:pgMar w:top="1134" w:right="1134" w:bottom="1134" w:left="1134" w:header="851" w:footer="992" w:gutter="0"/>
      <w:cols w:sep="1" w:space="892"/>
      <w:docGrid w:linePitch="312" w:charSpace="469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1F66" w:rsidRDefault="00591F66">
      <w:r>
        <w:separator/>
      </w:r>
    </w:p>
  </w:endnote>
  <w:endnote w:type="continuationSeparator" w:id="0">
    <w:p w:rsidR="00591F66" w:rsidRDefault="00591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7E46" w:rsidRDefault="00727E4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27E46" w:rsidRDefault="00727E4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7E46" w:rsidRDefault="00727E46">
    <w:pPr>
      <w:pStyle w:val="a4"/>
      <w:tabs>
        <w:tab w:val="clear" w:pos="4153"/>
        <w:tab w:val="clear" w:pos="8306"/>
        <w:tab w:val="left" w:pos="3045"/>
        <w:tab w:val="center" w:pos="9169"/>
        <w:tab w:val="left" w:pos="9705"/>
      </w:tabs>
      <w:jc w:val="center"/>
    </w:pPr>
    <w:r>
      <w:rPr>
        <w:rFonts w:hint="eastAsia"/>
      </w:rPr>
      <w:t>第</w:t>
    </w:r>
    <w:r>
      <w:t xml:space="preserve"> </w:t>
    </w:r>
    <w:r>
      <w:fldChar w:fldCharType="begin"/>
    </w:r>
    <w:r>
      <w:instrText xml:space="preserve"> PAGE </w:instrText>
    </w:r>
    <w:r>
      <w:fldChar w:fldCharType="separate"/>
    </w:r>
    <w:r w:rsidR="00774BA1">
      <w:rPr>
        <w:noProof/>
      </w:rPr>
      <w:t>2</w:t>
    </w:r>
    <w:r>
      <w:fldChar w:fldCharType="end"/>
    </w:r>
    <w:r>
      <w:t xml:space="preserve"> </w:t>
    </w:r>
    <w:r>
      <w:rPr>
        <w:rFonts w:hint="eastAsia"/>
      </w:rPr>
      <w:t>页</w:t>
    </w:r>
    <w:r>
      <w:rPr>
        <w:rFonts w:hint="eastAsia"/>
      </w:rPr>
      <w:t>,</w:t>
    </w:r>
    <w:r>
      <w:rPr>
        <w:rFonts w:hint="eastAsia"/>
      </w:rPr>
      <w:t>共</w:t>
    </w:r>
    <w:r>
      <w:t xml:space="preserve"> </w:t>
    </w:r>
    <w:fldSimple w:instr=" NUMPAGES ">
      <w:r w:rsidR="00774BA1">
        <w:rPr>
          <w:noProof/>
        </w:rPr>
        <w:t>3</w:t>
      </w:r>
    </w:fldSimple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1F66" w:rsidRDefault="00591F66">
      <w:r>
        <w:separator/>
      </w:r>
    </w:p>
  </w:footnote>
  <w:footnote w:type="continuationSeparator" w:id="0">
    <w:p w:rsidR="00591F66" w:rsidRDefault="00591F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C06A18"/>
    <w:multiLevelType w:val="singleLevel"/>
    <w:tmpl w:val="C308BBB8"/>
    <w:lvl w:ilvl="0">
      <w:start w:val="1"/>
      <w:numFmt w:val="upperLetter"/>
      <w:lvlText w:val="%1."/>
      <w:lvlJc w:val="left"/>
      <w:pPr>
        <w:tabs>
          <w:tab w:val="num" w:pos="195"/>
        </w:tabs>
        <w:ind w:left="195" w:hanging="195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E38"/>
    <w:rsid w:val="00005542"/>
    <w:rsid w:val="0000755D"/>
    <w:rsid w:val="00017FF3"/>
    <w:rsid w:val="0002303A"/>
    <w:rsid w:val="00023C57"/>
    <w:rsid w:val="000257A8"/>
    <w:rsid w:val="000264DD"/>
    <w:rsid w:val="00026923"/>
    <w:rsid w:val="00033D21"/>
    <w:rsid w:val="00035C03"/>
    <w:rsid w:val="00036FEA"/>
    <w:rsid w:val="000406A0"/>
    <w:rsid w:val="00040BD7"/>
    <w:rsid w:val="00042840"/>
    <w:rsid w:val="00044AE1"/>
    <w:rsid w:val="00045A5C"/>
    <w:rsid w:val="00046518"/>
    <w:rsid w:val="00050B2C"/>
    <w:rsid w:val="000525B4"/>
    <w:rsid w:val="00053C9B"/>
    <w:rsid w:val="00054A10"/>
    <w:rsid w:val="00055E18"/>
    <w:rsid w:val="00062CF2"/>
    <w:rsid w:val="00063A2D"/>
    <w:rsid w:val="00064188"/>
    <w:rsid w:val="000642AF"/>
    <w:rsid w:val="000725CA"/>
    <w:rsid w:val="0007352A"/>
    <w:rsid w:val="0007544B"/>
    <w:rsid w:val="00076DBC"/>
    <w:rsid w:val="00090D6C"/>
    <w:rsid w:val="00093146"/>
    <w:rsid w:val="00093825"/>
    <w:rsid w:val="000972B9"/>
    <w:rsid w:val="000A287A"/>
    <w:rsid w:val="000A5097"/>
    <w:rsid w:val="000A5467"/>
    <w:rsid w:val="000A5FBF"/>
    <w:rsid w:val="000A7A0E"/>
    <w:rsid w:val="000A7D89"/>
    <w:rsid w:val="000B09DA"/>
    <w:rsid w:val="000B1692"/>
    <w:rsid w:val="000B17A3"/>
    <w:rsid w:val="000B66A4"/>
    <w:rsid w:val="000C0983"/>
    <w:rsid w:val="000C165E"/>
    <w:rsid w:val="000D1777"/>
    <w:rsid w:val="000D4F5B"/>
    <w:rsid w:val="000D6770"/>
    <w:rsid w:val="000E0B32"/>
    <w:rsid w:val="000E0E11"/>
    <w:rsid w:val="000E1325"/>
    <w:rsid w:val="000E2D31"/>
    <w:rsid w:val="000E60EC"/>
    <w:rsid w:val="000F00F1"/>
    <w:rsid w:val="000F026B"/>
    <w:rsid w:val="000F1C58"/>
    <w:rsid w:val="000F4E0A"/>
    <w:rsid w:val="000F5045"/>
    <w:rsid w:val="000F7062"/>
    <w:rsid w:val="001003CD"/>
    <w:rsid w:val="00106B24"/>
    <w:rsid w:val="001079F7"/>
    <w:rsid w:val="00111CC9"/>
    <w:rsid w:val="0011241A"/>
    <w:rsid w:val="001146BC"/>
    <w:rsid w:val="00116FB4"/>
    <w:rsid w:val="00123EEC"/>
    <w:rsid w:val="001301D1"/>
    <w:rsid w:val="00131837"/>
    <w:rsid w:val="00132426"/>
    <w:rsid w:val="00132F6D"/>
    <w:rsid w:val="001368F1"/>
    <w:rsid w:val="0013723C"/>
    <w:rsid w:val="00137A9D"/>
    <w:rsid w:val="00137F79"/>
    <w:rsid w:val="00140C75"/>
    <w:rsid w:val="0014380E"/>
    <w:rsid w:val="00144ECC"/>
    <w:rsid w:val="0015155F"/>
    <w:rsid w:val="001559EC"/>
    <w:rsid w:val="00157430"/>
    <w:rsid w:val="00160ACC"/>
    <w:rsid w:val="00163B50"/>
    <w:rsid w:val="0016642F"/>
    <w:rsid w:val="00167E4C"/>
    <w:rsid w:val="00173E98"/>
    <w:rsid w:val="00176170"/>
    <w:rsid w:val="00194AFF"/>
    <w:rsid w:val="0019553F"/>
    <w:rsid w:val="001A525F"/>
    <w:rsid w:val="001A56AA"/>
    <w:rsid w:val="001B2272"/>
    <w:rsid w:val="001B22C1"/>
    <w:rsid w:val="001B421E"/>
    <w:rsid w:val="001C4D0D"/>
    <w:rsid w:val="001C7BB0"/>
    <w:rsid w:val="001E0050"/>
    <w:rsid w:val="001E2A0E"/>
    <w:rsid w:val="001E2CB2"/>
    <w:rsid w:val="001E526E"/>
    <w:rsid w:val="001E7E21"/>
    <w:rsid w:val="001E7E51"/>
    <w:rsid w:val="001F05A9"/>
    <w:rsid w:val="001F1D2A"/>
    <w:rsid w:val="001F23B1"/>
    <w:rsid w:val="001F34BE"/>
    <w:rsid w:val="001F4E65"/>
    <w:rsid w:val="001F6F18"/>
    <w:rsid w:val="001F7F33"/>
    <w:rsid w:val="00206D3B"/>
    <w:rsid w:val="0020732B"/>
    <w:rsid w:val="00212041"/>
    <w:rsid w:val="00216FF1"/>
    <w:rsid w:val="00217CAD"/>
    <w:rsid w:val="00220A5C"/>
    <w:rsid w:val="00222FE8"/>
    <w:rsid w:val="00225EBF"/>
    <w:rsid w:val="00230858"/>
    <w:rsid w:val="0023280E"/>
    <w:rsid w:val="002363CB"/>
    <w:rsid w:val="00236453"/>
    <w:rsid w:val="00237C87"/>
    <w:rsid w:val="00240EFC"/>
    <w:rsid w:val="00243F05"/>
    <w:rsid w:val="00251AF2"/>
    <w:rsid w:val="00265870"/>
    <w:rsid w:val="00270D2A"/>
    <w:rsid w:val="00273514"/>
    <w:rsid w:val="00277EE8"/>
    <w:rsid w:val="00280398"/>
    <w:rsid w:val="00280BC8"/>
    <w:rsid w:val="00285088"/>
    <w:rsid w:val="0028598D"/>
    <w:rsid w:val="00287A87"/>
    <w:rsid w:val="00290AE9"/>
    <w:rsid w:val="002A1444"/>
    <w:rsid w:val="002A2B61"/>
    <w:rsid w:val="002A67AB"/>
    <w:rsid w:val="002B42F9"/>
    <w:rsid w:val="002B5031"/>
    <w:rsid w:val="002B5A2B"/>
    <w:rsid w:val="002C4052"/>
    <w:rsid w:val="002C5289"/>
    <w:rsid w:val="002C7948"/>
    <w:rsid w:val="002D0BD1"/>
    <w:rsid w:val="002D1F56"/>
    <w:rsid w:val="002D4CB8"/>
    <w:rsid w:val="002E4AB0"/>
    <w:rsid w:val="002F0B76"/>
    <w:rsid w:val="002F401C"/>
    <w:rsid w:val="002F61A1"/>
    <w:rsid w:val="00300CF5"/>
    <w:rsid w:val="00301806"/>
    <w:rsid w:val="00303926"/>
    <w:rsid w:val="00317043"/>
    <w:rsid w:val="00321546"/>
    <w:rsid w:val="00322495"/>
    <w:rsid w:val="00323DE7"/>
    <w:rsid w:val="00325F3F"/>
    <w:rsid w:val="00327332"/>
    <w:rsid w:val="0033656E"/>
    <w:rsid w:val="00337E99"/>
    <w:rsid w:val="00337F70"/>
    <w:rsid w:val="003536EB"/>
    <w:rsid w:val="00360D3D"/>
    <w:rsid w:val="003628BE"/>
    <w:rsid w:val="00363571"/>
    <w:rsid w:val="00365489"/>
    <w:rsid w:val="00367E11"/>
    <w:rsid w:val="003747CF"/>
    <w:rsid w:val="00382FCA"/>
    <w:rsid w:val="003834A4"/>
    <w:rsid w:val="003835D1"/>
    <w:rsid w:val="00386C74"/>
    <w:rsid w:val="0039075B"/>
    <w:rsid w:val="00390C46"/>
    <w:rsid w:val="00394220"/>
    <w:rsid w:val="003948F4"/>
    <w:rsid w:val="00395930"/>
    <w:rsid w:val="00396134"/>
    <w:rsid w:val="00397152"/>
    <w:rsid w:val="003A3CA9"/>
    <w:rsid w:val="003A71C8"/>
    <w:rsid w:val="003B26AE"/>
    <w:rsid w:val="003B3E56"/>
    <w:rsid w:val="003C1BB3"/>
    <w:rsid w:val="003C30DA"/>
    <w:rsid w:val="003C571B"/>
    <w:rsid w:val="003C6507"/>
    <w:rsid w:val="003C771B"/>
    <w:rsid w:val="003D264D"/>
    <w:rsid w:val="003D265D"/>
    <w:rsid w:val="003D5092"/>
    <w:rsid w:val="003E1E00"/>
    <w:rsid w:val="003E2C2F"/>
    <w:rsid w:val="003E5C42"/>
    <w:rsid w:val="003F3E7B"/>
    <w:rsid w:val="003F44EC"/>
    <w:rsid w:val="003F7817"/>
    <w:rsid w:val="00402D0B"/>
    <w:rsid w:val="00423F12"/>
    <w:rsid w:val="00425A4F"/>
    <w:rsid w:val="00426A60"/>
    <w:rsid w:val="004272EA"/>
    <w:rsid w:val="0043352F"/>
    <w:rsid w:val="004367BB"/>
    <w:rsid w:val="004373C6"/>
    <w:rsid w:val="00441302"/>
    <w:rsid w:val="004428A6"/>
    <w:rsid w:val="0044389D"/>
    <w:rsid w:val="00443FF5"/>
    <w:rsid w:val="00444E76"/>
    <w:rsid w:val="004529C4"/>
    <w:rsid w:val="00454AE0"/>
    <w:rsid w:val="00456895"/>
    <w:rsid w:val="004570D0"/>
    <w:rsid w:val="00460179"/>
    <w:rsid w:val="00462003"/>
    <w:rsid w:val="004727B6"/>
    <w:rsid w:val="004733DE"/>
    <w:rsid w:val="00474002"/>
    <w:rsid w:val="00474DBA"/>
    <w:rsid w:val="004778C6"/>
    <w:rsid w:val="00481A3B"/>
    <w:rsid w:val="00484A73"/>
    <w:rsid w:val="00485878"/>
    <w:rsid w:val="00487744"/>
    <w:rsid w:val="00487BEC"/>
    <w:rsid w:val="00487E39"/>
    <w:rsid w:val="004903D5"/>
    <w:rsid w:val="00490F78"/>
    <w:rsid w:val="0049380E"/>
    <w:rsid w:val="00493C37"/>
    <w:rsid w:val="004951EE"/>
    <w:rsid w:val="004A2AA3"/>
    <w:rsid w:val="004A3B9C"/>
    <w:rsid w:val="004A5DC7"/>
    <w:rsid w:val="004A6386"/>
    <w:rsid w:val="004A6EA4"/>
    <w:rsid w:val="004A6F5C"/>
    <w:rsid w:val="004B1EA9"/>
    <w:rsid w:val="004B22CB"/>
    <w:rsid w:val="004B2D7D"/>
    <w:rsid w:val="004B6258"/>
    <w:rsid w:val="004B67DA"/>
    <w:rsid w:val="004B7891"/>
    <w:rsid w:val="004C61B7"/>
    <w:rsid w:val="004D1C42"/>
    <w:rsid w:val="004E3596"/>
    <w:rsid w:val="004F0F58"/>
    <w:rsid w:val="004F3017"/>
    <w:rsid w:val="004F327B"/>
    <w:rsid w:val="004F42F4"/>
    <w:rsid w:val="004F5C95"/>
    <w:rsid w:val="005008C7"/>
    <w:rsid w:val="00503AB3"/>
    <w:rsid w:val="00505EAF"/>
    <w:rsid w:val="00507BA8"/>
    <w:rsid w:val="005120CC"/>
    <w:rsid w:val="00512499"/>
    <w:rsid w:val="00513924"/>
    <w:rsid w:val="00513AA0"/>
    <w:rsid w:val="005265B0"/>
    <w:rsid w:val="00531FC7"/>
    <w:rsid w:val="005322C8"/>
    <w:rsid w:val="005360F7"/>
    <w:rsid w:val="00536D18"/>
    <w:rsid w:val="00536F9B"/>
    <w:rsid w:val="00541D37"/>
    <w:rsid w:val="00541E98"/>
    <w:rsid w:val="00542DA7"/>
    <w:rsid w:val="00547727"/>
    <w:rsid w:val="00550605"/>
    <w:rsid w:val="00550D9F"/>
    <w:rsid w:val="00553859"/>
    <w:rsid w:val="00554E21"/>
    <w:rsid w:val="00557865"/>
    <w:rsid w:val="005615E4"/>
    <w:rsid w:val="00564AAE"/>
    <w:rsid w:val="00574503"/>
    <w:rsid w:val="0058132C"/>
    <w:rsid w:val="00583BAA"/>
    <w:rsid w:val="0058422C"/>
    <w:rsid w:val="00587FCA"/>
    <w:rsid w:val="00591F66"/>
    <w:rsid w:val="005938FF"/>
    <w:rsid w:val="00595352"/>
    <w:rsid w:val="005971A7"/>
    <w:rsid w:val="00597367"/>
    <w:rsid w:val="005A31E0"/>
    <w:rsid w:val="005A6C3E"/>
    <w:rsid w:val="005A7871"/>
    <w:rsid w:val="005B1336"/>
    <w:rsid w:val="005B2771"/>
    <w:rsid w:val="005B2E71"/>
    <w:rsid w:val="005B473B"/>
    <w:rsid w:val="005B4ED7"/>
    <w:rsid w:val="005B5184"/>
    <w:rsid w:val="005B7CE4"/>
    <w:rsid w:val="005B7EB0"/>
    <w:rsid w:val="005C0735"/>
    <w:rsid w:val="005D1591"/>
    <w:rsid w:val="005D1DAD"/>
    <w:rsid w:val="005D2C23"/>
    <w:rsid w:val="005D5247"/>
    <w:rsid w:val="005E045C"/>
    <w:rsid w:val="005E100A"/>
    <w:rsid w:val="005E23A0"/>
    <w:rsid w:val="005E6E33"/>
    <w:rsid w:val="005F1CB8"/>
    <w:rsid w:val="005F2FD6"/>
    <w:rsid w:val="005F601A"/>
    <w:rsid w:val="0060035E"/>
    <w:rsid w:val="00601623"/>
    <w:rsid w:val="00601D72"/>
    <w:rsid w:val="006140C3"/>
    <w:rsid w:val="00617453"/>
    <w:rsid w:val="006208BA"/>
    <w:rsid w:val="006210EF"/>
    <w:rsid w:val="00621FD7"/>
    <w:rsid w:val="006244E0"/>
    <w:rsid w:val="00634333"/>
    <w:rsid w:val="00636857"/>
    <w:rsid w:val="00637EEF"/>
    <w:rsid w:val="006409FF"/>
    <w:rsid w:val="00646447"/>
    <w:rsid w:val="006475F9"/>
    <w:rsid w:val="006530C2"/>
    <w:rsid w:val="00655200"/>
    <w:rsid w:val="006618D1"/>
    <w:rsid w:val="00670760"/>
    <w:rsid w:val="006724A1"/>
    <w:rsid w:val="0067324F"/>
    <w:rsid w:val="006822DD"/>
    <w:rsid w:val="006844EB"/>
    <w:rsid w:val="00684FCC"/>
    <w:rsid w:val="00687D82"/>
    <w:rsid w:val="006922C6"/>
    <w:rsid w:val="0069548D"/>
    <w:rsid w:val="00695BF6"/>
    <w:rsid w:val="00696B32"/>
    <w:rsid w:val="006A3657"/>
    <w:rsid w:val="006B106F"/>
    <w:rsid w:val="006B412F"/>
    <w:rsid w:val="006C21AB"/>
    <w:rsid w:val="006D02D3"/>
    <w:rsid w:val="006D21B1"/>
    <w:rsid w:val="006D2F81"/>
    <w:rsid w:val="006D72C5"/>
    <w:rsid w:val="006E0ABC"/>
    <w:rsid w:val="006E50A6"/>
    <w:rsid w:val="006E795E"/>
    <w:rsid w:val="006F47F3"/>
    <w:rsid w:val="007009BA"/>
    <w:rsid w:val="007012A3"/>
    <w:rsid w:val="0070164A"/>
    <w:rsid w:val="00703712"/>
    <w:rsid w:val="00703F55"/>
    <w:rsid w:val="007041CD"/>
    <w:rsid w:val="0070505F"/>
    <w:rsid w:val="00711B72"/>
    <w:rsid w:val="00714709"/>
    <w:rsid w:val="007149F0"/>
    <w:rsid w:val="00717B03"/>
    <w:rsid w:val="007215C3"/>
    <w:rsid w:val="00722A06"/>
    <w:rsid w:val="007246A0"/>
    <w:rsid w:val="00725A43"/>
    <w:rsid w:val="00726BCE"/>
    <w:rsid w:val="00727602"/>
    <w:rsid w:val="00727E46"/>
    <w:rsid w:val="007375BC"/>
    <w:rsid w:val="00740E47"/>
    <w:rsid w:val="0074126A"/>
    <w:rsid w:val="007473AA"/>
    <w:rsid w:val="00750701"/>
    <w:rsid w:val="00753414"/>
    <w:rsid w:val="00756CAF"/>
    <w:rsid w:val="00757909"/>
    <w:rsid w:val="0076052F"/>
    <w:rsid w:val="00761A93"/>
    <w:rsid w:val="00765ABF"/>
    <w:rsid w:val="00766371"/>
    <w:rsid w:val="00767C8F"/>
    <w:rsid w:val="007710E9"/>
    <w:rsid w:val="007735E7"/>
    <w:rsid w:val="00774BA1"/>
    <w:rsid w:val="00775CAA"/>
    <w:rsid w:val="007774EA"/>
    <w:rsid w:val="00780C10"/>
    <w:rsid w:val="007843E0"/>
    <w:rsid w:val="007851FA"/>
    <w:rsid w:val="00787732"/>
    <w:rsid w:val="00791616"/>
    <w:rsid w:val="0079347A"/>
    <w:rsid w:val="007A1000"/>
    <w:rsid w:val="007A2B40"/>
    <w:rsid w:val="007B19F5"/>
    <w:rsid w:val="007C0DEA"/>
    <w:rsid w:val="007C6892"/>
    <w:rsid w:val="007D0F93"/>
    <w:rsid w:val="007D50C1"/>
    <w:rsid w:val="007E0F39"/>
    <w:rsid w:val="007E1950"/>
    <w:rsid w:val="007F02ED"/>
    <w:rsid w:val="007F0AAF"/>
    <w:rsid w:val="007F4FAB"/>
    <w:rsid w:val="007F611E"/>
    <w:rsid w:val="0080148A"/>
    <w:rsid w:val="00803893"/>
    <w:rsid w:val="008063FA"/>
    <w:rsid w:val="00806FC1"/>
    <w:rsid w:val="008104A4"/>
    <w:rsid w:val="00811ECA"/>
    <w:rsid w:val="00812EA5"/>
    <w:rsid w:val="00816C11"/>
    <w:rsid w:val="00822551"/>
    <w:rsid w:val="00825982"/>
    <w:rsid w:val="00825C8B"/>
    <w:rsid w:val="00830359"/>
    <w:rsid w:val="008307F0"/>
    <w:rsid w:val="00832C46"/>
    <w:rsid w:val="00835BAD"/>
    <w:rsid w:val="00837740"/>
    <w:rsid w:val="00842135"/>
    <w:rsid w:val="008424E0"/>
    <w:rsid w:val="00844BC9"/>
    <w:rsid w:val="00846096"/>
    <w:rsid w:val="00847907"/>
    <w:rsid w:val="00847FB8"/>
    <w:rsid w:val="0085352B"/>
    <w:rsid w:val="00874012"/>
    <w:rsid w:val="00874401"/>
    <w:rsid w:val="0087654B"/>
    <w:rsid w:val="008766A9"/>
    <w:rsid w:val="00876E9A"/>
    <w:rsid w:val="00877224"/>
    <w:rsid w:val="00881386"/>
    <w:rsid w:val="00882EB9"/>
    <w:rsid w:val="0088394A"/>
    <w:rsid w:val="00886065"/>
    <w:rsid w:val="00891253"/>
    <w:rsid w:val="00892F25"/>
    <w:rsid w:val="0089426E"/>
    <w:rsid w:val="008A45D1"/>
    <w:rsid w:val="008A7212"/>
    <w:rsid w:val="008B17F6"/>
    <w:rsid w:val="008B688D"/>
    <w:rsid w:val="008C1CF6"/>
    <w:rsid w:val="008C34CE"/>
    <w:rsid w:val="008C5743"/>
    <w:rsid w:val="008C69F0"/>
    <w:rsid w:val="008D1DA8"/>
    <w:rsid w:val="008D420D"/>
    <w:rsid w:val="008E002A"/>
    <w:rsid w:val="008E2A28"/>
    <w:rsid w:val="008E492D"/>
    <w:rsid w:val="008E5310"/>
    <w:rsid w:val="008E5F2C"/>
    <w:rsid w:val="008E7B29"/>
    <w:rsid w:val="009006F0"/>
    <w:rsid w:val="00900703"/>
    <w:rsid w:val="00902421"/>
    <w:rsid w:val="00903C1D"/>
    <w:rsid w:val="00906E82"/>
    <w:rsid w:val="00907485"/>
    <w:rsid w:val="00907977"/>
    <w:rsid w:val="0091230C"/>
    <w:rsid w:val="00914415"/>
    <w:rsid w:val="00921CAB"/>
    <w:rsid w:val="009247A4"/>
    <w:rsid w:val="00924B88"/>
    <w:rsid w:val="00925E80"/>
    <w:rsid w:val="00926ADD"/>
    <w:rsid w:val="00930A8C"/>
    <w:rsid w:val="00936589"/>
    <w:rsid w:val="00936B57"/>
    <w:rsid w:val="009413D1"/>
    <w:rsid w:val="0094311B"/>
    <w:rsid w:val="00944526"/>
    <w:rsid w:val="00946468"/>
    <w:rsid w:val="0094669D"/>
    <w:rsid w:val="0095206D"/>
    <w:rsid w:val="009529E0"/>
    <w:rsid w:val="00957EC6"/>
    <w:rsid w:val="009635E4"/>
    <w:rsid w:val="009640CA"/>
    <w:rsid w:val="009671AA"/>
    <w:rsid w:val="00971928"/>
    <w:rsid w:val="00973280"/>
    <w:rsid w:val="009755C4"/>
    <w:rsid w:val="00975650"/>
    <w:rsid w:val="00975DB5"/>
    <w:rsid w:val="009800E6"/>
    <w:rsid w:val="00984587"/>
    <w:rsid w:val="009936C5"/>
    <w:rsid w:val="00997883"/>
    <w:rsid w:val="009A3593"/>
    <w:rsid w:val="009B006C"/>
    <w:rsid w:val="009B2E9D"/>
    <w:rsid w:val="009B3F19"/>
    <w:rsid w:val="009B50B1"/>
    <w:rsid w:val="009B75AB"/>
    <w:rsid w:val="009C479D"/>
    <w:rsid w:val="009C4979"/>
    <w:rsid w:val="009C6CEA"/>
    <w:rsid w:val="009C6F98"/>
    <w:rsid w:val="009D4DF3"/>
    <w:rsid w:val="009D58C0"/>
    <w:rsid w:val="009D6654"/>
    <w:rsid w:val="009D7BFA"/>
    <w:rsid w:val="009E51E5"/>
    <w:rsid w:val="009E5BFF"/>
    <w:rsid w:val="009E7092"/>
    <w:rsid w:val="009E7181"/>
    <w:rsid w:val="009F43B5"/>
    <w:rsid w:val="009F4D6B"/>
    <w:rsid w:val="009F53D6"/>
    <w:rsid w:val="009F7DAF"/>
    <w:rsid w:val="00A04682"/>
    <w:rsid w:val="00A051FA"/>
    <w:rsid w:val="00A06C0D"/>
    <w:rsid w:val="00A07958"/>
    <w:rsid w:val="00A11DDB"/>
    <w:rsid w:val="00A12CF1"/>
    <w:rsid w:val="00A16E5E"/>
    <w:rsid w:val="00A346FF"/>
    <w:rsid w:val="00A369B9"/>
    <w:rsid w:val="00A42108"/>
    <w:rsid w:val="00A43078"/>
    <w:rsid w:val="00A5196E"/>
    <w:rsid w:val="00A521E8"/>
    <w:rsid w:val="00A52F78"/>
    <w:rsid w:val="00A56769"/>
    <w:rsid w:val="00A60E29"/>
    <w:rsid w:val="00A62C06"/>
    <w:rsid w:val="00A65125"/>
    <w:rsid w:val="00A67111"/>
    <w:rsid w:val="00A676CF"/>
    <w:rsid w:val="00A67D58"/>
    <w:rsid w:val="00A753AC"/>
    <w:rsid w:val="00A828C8"/>
    <w:rsid w:val="00A940AD"/>
    <w:rsid w:val="00A94DFA"/>
    <w:rsid w:val="00A969BE"/>
    <w:rsid w:val="00AA40DA"/>
    <w:rsid w:val="00AA5D0C"/>
    <w:rsid w:val="00AB06CF"/>
    <w:rsid w:val="00AB2D8C"/>
    <w:rsid w:val="00AC0643"/>
    <w:rsid w:val="00AC1528"/>
    <w:rsid w:val="00AC3379"/>
    <w:rsid w:val="00AC4877"/>
    <w:rsid w:val="00AC4B14"/>
    <w:rsid w:val="00AC6418"/>
    <w:rsid w:val="00AC7596"/>
    <w:rsid w:val="00AC75E8"/>
    <w:rsid w:val="00AE035D"/>
    <w:rsid w:val="00AE0874"/>
    <w:rsid w:val="00AE3545"/>
    <w:rsid w:val="00AE3E96"/>
    <w:rsid w:val="00AE6B80"/>
    <w:rsid w:val="00AF0B09"/>
    <w:rsid w:val="00AF78D6"/>
    <w:rsid w:val="00B027DE"/>
    <w:rsid w:val="00B06952"/>
    <w:rsid w:val="00B115BE"/>
    <w:rsid w:val="00B12504"/>
    <w:rsid w:val="00B14FF4"/>
    <w:rsid w:val="00B1500F"/>
    <w:rsid w:val="00B153A7"/>
    <w:rsid w:val="00B155EF"/>
    <w:rsid w:val="00B1712A"/>
    <w:rsid w:val="00B22508"/>
    <w:rsid w:val="00B232F3"/>
    <w:rsid w:val="00B246E1"/>
    <w:rsid w:val="00B24CDA"/>
    <w:rsid w:val="00B25FD1"/>
    <w:rsid w:val="00B27C37"/>
    <w:rsid w:val="00B27E9E"/>
    <w:rsid w:val="00B31E8F"/>
    <w:rsid w:val="00B32995"/>
    <w:rsid w:val="00B47155"/>
    <w:rsid w:val="00B530D4"/>
    <w:rsid w:val="00B577CB"/>
    <w:rsid w:val="00B6086B"/>
    <w:rsid w:val="00B62C77"/>
    <w:rsid w:val="00B63C18"/>
    <w:rsid w:val="00B666F3"/>
    <w:rsid w:val="00B72442"/>
    <w:rsid w:val="00B76CB2"/>
    <w:rsid w:val="00B76D81"/>
    <w:rsid w:val="00B841A1"/>
    <w:rsid w:val="00B91AF2"/>
    <w:rsid w:val="00B961C0"/>
    <w:rsid w:val="00B962CD"/>
    <w:rsid w:val="00BA1C85"/>
    <w:rsid w:val="00BA225D"/>
    <w:rsid w:val="00BA24B3"/>
    <w:rsid w:val="00BA4028"/>
    <w:rsid w:val="00BA6A0A"/>
    <w:rsid w:val="00BB25FE"/>
    <w:rsid w:val="00BB3303"/>
    <w:rsid w:val="00BC29E4"/>
    <w:rsid w:val="00BD0890"/>
    <w:rsid w:val="00BD1D3C"/>
    <w:rsid w:val="00BD699E"/>
    <w:rsid w:val="00BE0A69"/>
    <w:rsid w:val="00BE2A85"/>
    <w:rsid w:val="00BE2E37"/>
    <w:rsid w:val="00BE6FC1"/>
    <w:rsid w:val="00BE773F"/>
    <w:rsid w:val="00C01F76"/>
    <w:rsid w:val="00C0286E"/>
    <w:rsid w:val="00C0532F"/>
    <w:rsid w:val="00C06CF2"/>
    <w:rsid w:val="00C07B50"/>
    <w:rsid w:val="00C1025F"/>
    <w:rsid w:val="00C13D0C"/>
    <w:rsid w:val="00C13EB6"/>
    <w:rsid w:val="00C141B5"/>
    <w:rsid w:val="00C154AC"/>
    <w:rsid w:val="00C20A3B"/>
    <w:rsid w:val="00C20BC1"/>
    <w:rsid w:val="00C21DC2"/>
    <w:rsid w:val="00C23CD2"/>
    <w:rsid w:val="00C2725D"/>
    <w:rsid w:val="00C3202B"/>
    <w:rsid w:val="00C33A62"/>
    <w:rsid w:val="00C33DF8"/>
    <w:rsid w:val="00C36CB0"/>
    <w:rsid w:val="00C41D0F"/>
    <w:rsid w:val="00C45537"/>
    <w:rsid w:val="00C47432"/>
    <w:rsid w:val="00C54963"/>
    <w:rsid w:val="00C55B3D"/>
    <w:rsid w:val="00C56905"/>
    <w:rsid w:val="00C607A1"/>
    <w:rsid w:val="00C61738"/>
    <w:rsid w:val="00C65B35"/>
    <w:rsid w:val="00C66F7A"/>
    <w:rsid w:val="00C70D99"/>
    <w:rsid w:val="00C71F1A"/>
    <w:rsid w:val="00C76F9B"/>
    <w:rsid w:val="00C7763B"/>
    <w:rsid w:val="00C804E8"/>
    <w:rsid w:val="00C85CA8"/>
    <w:rsid w:val="00C85F64"/>
    <w:rsid w:val="00C945BA"/>
    <w:rsid w:val="00C96BD5"/>
    <w:rsid w:val="00C976FC"/>
    <w:rsid w:val="00CA40A1"/>
    <w:rsid w:val="00CB1661"/>
    <w:rsid w:val="00CB26E5"/>
    <w:rsid w:val="00CC2A07"/>
    <w:rsid w:val="00CC6831"/>
    <w:rsid w:val="00CD0D4C"/>
    <w:rsid w:val="00CD20A5"/>
    <w:rsid w:val="00CD2B78"/>
    <w:rsid w:val="00CD7A0B"/>
    <w:rsid w:val="00CE1862"/>
    <w:rsid w:val="00CE23FD"/>
    <w:rsid w:val="00CE3182"/>
    <w:rsid w:val="00CE4486"/>
    <w:rsid w:val="00CE5741"/>
    <w:rsid w:val="00CE69D2"/>
    <w:rsid w:val="00CF0F09"/>
    <w:rsid w:val="00CF21C9"/>
    <w:rsid w:val="00CF35FE"/>
    <w:rsid w:val="00CF4782"/>
    <w:rsid w:val="00D02B0D"/>
    <w:rsid w:val="00D0362F"/>
    <w:rsid w:val="00D04CCA"/>
    <w:rsid w:val="00D065DE"/>
    <w:rsid w:val="00D07A4C"/>
    <w:rsid w:val="00D1272F"/>
    <w:rsid w:val="00D12898"/>
    <w:rsid w:val="00D139CF"/>
    <w:rsid w:val="00D1563B"/>
    <w:rsid w:val="00D1783E"/>
    <w:rsid w:val="00D219C0"/>
    <w:rsid w:val="00D2643D"/>
    <w:rsid w:val="00D27E6F"/>
    <w:rsid w:val="00D30850"/>
    <w:rsid w:val="00D321AA"/>
    <w:rsid w:val="00D37472"/>
    <w:rsid w:val="00D403C1"/>
    <w:rsid w:val="00D41383"/>
    <w:rsid w:val="00D50F6D"/>
    <w:rsid w:val="00D5370C"/>
    <w:rsid w:val="00D55C99"/>
    <w:rsid w:val="00D56988"/>
    <w:rsid w:val="00D571AA"/>
    <w:rsid w:val="00D616CB"/>
    <w:rsid w:val="00D669EA"/>
    <w:rsid w:val="00D67F22"/>
    <w:rsid w:val="00D70D60"/>
    <w:rsid w:val="00D76324"/>
    <w:rsid w:val="00D76398"/>
    <w:rsid w:val="00D80708"/>
    <w:rsid w:val="00D80D74"/>
    <w:rsid w:val="00D816D6"/>
    <w:rsid w:val="00D8305E"/>
    <w:rsid w:val="00D863C2"/>
    <w:rsid w:val="00D8689B"/>
    <w:rsid w:val="00DA044D"/>
    <w:rsid w:val="00DA0462"/>
    <w:rsid w:val="00DA246B"/>
    <w:rsid w:val="00DA2597"/>
    <w:rsid w:val="00DA32DB"/>
    <w:rsid w:val="00DB3786"/>
    <w:rsid w:val="00DB549F"/>
    <w:rsid w:val="00DB7119"/>
    <w:rsid w:val="00DB782B"/>
    <w:rsid w:val="00DC13A2"/>
    <w:rsid w:val="00DC140B"/>
    <w:rsid w:val="00DC39F2"/>
    <w:rsid w:val="00DC4402"/>
    <w:rsid w:val="00DC7CFC"/>
    <w:rsid w:val="00DD02A8"/>
    <w:rsid w:val="00DD0E10"/>
    <w:rsid w:val="00DD2BE9"/>
    <w:rsid w:val="00DD4FD2"/>
    <w:rsid w:val="00DD7145"/>
    <w:rsid w:val="00DE041C"/>
    <w:rsid w:val="00DE072A"/>
    <w:rsid w:val="00DE2F33"/>
    <w:rsid w:val="00DE3CB8"/>
    <w:rsid w:val="00DF607D"/>
    <w:rsid w:val="00DF6975"/>
    <w:rsid w:val="00DF7C86"/>
    <w:rsid w:val="00E00962"/>
    <w:rsid w:val="00E00AE8"/>
    <w:rsid w:val="00E05A27"/>
    <w:rsid w:val="00E076F4"/>
    <w:rsid w:val="00E139D8"/>
    <w:rsid w:val="00E15832"/>
    <w:rsid w:val="00E2003A"/>
    <w:rsid w:val="00E255FC"/>
    <w:rsid w:val="00E26387"/>
    <w:rsid w:val="00E316B6"/>
    <w:rsid w:val="00E42884"/>
    <w:rsid w:val="00E54460"/>
    <w:rsid w:val="00E608E7"/>
    <w:rsid w:val="00E77FC1"/>
    <w:rsid w:val="00E809D7"/>
    <w:rsid w:val="00E82E38"/>
    <w:rsid w:val="00E82EA6"/>
    <w:rsid w:val="00E83C5B"/>
    <w:rsid w:val="00E84D54"/>
    <w:rsid w:val="00E86F3B"/>
    <w:rsid w:val="00E87EFE"/>
    <w:rsid w:val="00E90113"/>
    <w:rsid w:val="00EB06D8"/>
    <w:rsid w:val="00EB3806"/>
    <w:rsid w:val="00EB54A2"/>
    <w:rsid w:val="00EC1B45"/>
    <w:rsid w:val="00ED1507"/>
    <w:rsid w:val="00ED2B70"/>
    <w:rsid w:val="00ED54CC"/>
    <w:rsid w:val="00ED7F77"/>
    <w:rsid w:val="00EE3442"/>
    <w:rsid w:val="00EE6A6D"/>
    <w:rsid w:val="00EF51FE"/>
    <w:rsid w:val="00EF53C3"/>
    <w:rsid w:val="00EF7970"/>
    <w:rsid w:val="00EF7D79"/>
    <w:rsid w:val="00F01E97"/>
    <w:rsid w:val="00F06C38"/>
    <w:rsid w:val="00F12F78"/>
    <w:rsid w:val="00F13577"/>
    <w:rsid w:val="00F154F3"/>
    <w:rsid w:val="00F1592E"/>
    <w:rsid w:val="00F17096"/>
    <w:rsid w:val="00F207D2"/>
    <w:rsid w:val="00F20F7F"/>
    <w:rsid w:val="00F26624"/>
    <w:rsid w:val="00F32471"/>
    <w:rsid w:val="00F32A1E"/>
    <w:rsid w:val="00F33D68"/>
    <w:rsid w:val="00F34018"/>
    <w:rsid w:val="00F37520"/>
    <w:rsid w:val="00F42469"/>
    <w:rsid w:val="00F427D6"/>
    <w:rsid w:val="00F461AC"/>
    <w:rsid w:val="00F53FC3"/>
    <w:rsid w:val="00F55C56"/>
    <w:rsid w:val="00F56F65"/>
    <w:rsid w:val="00F57CFD"/>
    <w:rsid w:val="00F60737"/>
    <w:rsid w:val="00F623B4"/>
    <w:rsid w:val="00F674DA"/>
    <w:rsid w:val="00F701AD"/>
    <w:rsid w:val="00F7574F"/>
    <w:rsid w:val="00F765A1"/>
    <w:rsid w:val="00F76AFA"/>
    <w:rsid w:val="00F80ED5"/>
    <w:rsid w:val="00F8476A"/>
    <w:rsid w:val="00F96BF7"/>
    <w:rsid w:val="00F96E6B"/>
    <w:rsid w:val="00FA36A5"/>
    <w:rsid w:val="00FB17EB"/>
    <w:rsid w:val="00FB25FA"/>
    <w:rsid w:val="00FB279B"/>
    <w:rsid w:val="00FB5418"/>
    <w:rsid w:val="00FB6039"/>
    <w:rsid w:val="00FB7B0A"/>
    <w:rsid w:val="00FC4111"/>
    <w:rsid w:val="00FC6C8E"/>
    <w:rsid w:val="00FC77C7"/>
    <w:rsid w:val="00FD04DB"/>
    <w:rsid w:val="00FD475A"/>
    <w:rsid w:val="00FD5DF0"/>
    <w:rsid w:val="00FE036C"/>
    <w:rsid w:val="00FE4DBE"/>
    <w:rsid w:val="00FE75F2"/>
    <w:rsid w:val="00FF67A3"/>
    <w:rsid w:val="00FF74EE"/>
    <w:rsid w:val="00FF7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4B75594-B851-4069-89A3-3E2CA3656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before="152" w:after="160"/>
    </w:pPr>
    <w:rPr>
      <w:rFonts w:ascii="Arial" w:eastAsia="黑体" w:hAnsi="Arial" w:cs="Arial"/>
      <w:sz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</w:style>
  <w:style w:type="paragraph" w:styleId="a6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rPr>
      <w:color w:val="0000FF"/>
      <w:u w:val="single"/>
    </w:rPr>
  </w:style>
  <w:style w:type="table" w:styleId="a8">
    <w:name w:val="Table Grid"/>
    <w:basedOn w:val="a1"/>
    <w:rsid w:val="00063A2D"/>
    <w:pPr>
      <w:widowControl w:val="0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autoRedefine/>
    <w:rsid w:val="009C6CEA"/>
    <w:pPr>
      <w:widowControl/>
      <w:spacing w:line="300" w:lineRule="auto"/>
      <w:ind w:firstLineChars="200" w:firstLine="200"/>
    </w:pPr>
    <w:rPr>
      <w:rFonts w:ascii="Verdana" w:hAnsi="Verdana"/>
      <w:kern w:val="0"/>
      <w:lang w:eastAsia="en-US"/>
    </w:rPr>
  </w:style>
  <w:style w:type="paragraph" w:styleId="a9">
    <w:name w:val="Title"/>
    <w:basedOn w:val="a"/>
    <w:next w:val="a"/>
    <w:link w:val="Char"/>
    <w:qFormat/>
    <w:rsid w:val="00803893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9"/>
    <w:rsid w:val="00803893"/>
    <w:rPr>
      <w:rFonts w:asciiTheme="majorHAnsi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HXJP\hxjp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hxjp.dot</Template>
  <TotalTime>43</TotalTime>
  <Pages>3</Pages>
  <Words>134</Words>
  <Characters>769</Characters>
  <Application>Microsoft Office Word</Application>
  <DocSecurity>0</DocSecurity>
  <Lines>6</Lines>
  <Paragraphs>1</Paragraphs>
  <ScaleCrop>false</ScaleCrop>
  <Company>zhangjiakouyizhong</Company>
  <LinksUpToDate>false</LinksUpToDate>
  <CharactersWithSpaces>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化学金排专用模板</dc:subject>
  <dc:creator>NTKO</dc:creator>
  <cp:lastModifiedBy>NTKO</cp:lastModifiedBy>
  <cp:revision>2</cp:revision>
  <dcterms:created xsi:type="dcterms:W3CDTF">2015-08-07T00:08:00Z</dcterms:created>
  <dcterms:modified xsi:type="dcterms:W3CDTF">2015-11-07T09:18:00Z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文档编号">
    <vt:lpwstr>2003</vt:lpwstr>
  </property>
</Properties>
</file>